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96322" w14:textId="77777777" w:rsidR="009E0D57" w:rsidRPr="00E416F2" w:rsidRDefault="00577519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>
        <w:rPr>
          <w:iCs/>
          <w:caps w:val="0"/>
          <w:kern w:val="0"/>
          <w:sz w:val="24"/>
          <w:szCs w:val="24"/>
        </w:rPr>
        <w:t>Уведомление</w:t>
      </w:r>
      <w:r w:rsidRPr="0054062C">
        <w:rPr>
          <w:iCs/>
          <w:caps w:val="0"/>
          <w:kern w:val="0"/>
          <w:sz w:val="24"/>
          <w:szCs w:val="24"/>
        </w:rPr>
        <w:t xml:space="preserve"> </w:t>
      </w:r>
      <w:r w:rsidR="0054062C" w:rsidRPr="0054062C">
        <w:rPr>
          <w:iCs/>
          <w:caps w:val="0"/>
          <w:kern w:val="0"/>
          <w:sz w:val="24"/>
          <w:szCs w:val="24"/>
        </w:rPr>
        <w:t xml:space="preserve">о </w:t>
      </w:r>
      <w:r>
        <w:rPr>
          <w:iCs/>
          <w:caps w:val="0"/>
          <w:kern w:val="0"/>
          <w:sz w:val="24"/>
          <w:szCs w:val="24"/>
        </w:rPr>
        <w:t>списании и зачислении на счет обеспечения</w:t>
      </w:r>
      <w:r w:rsidR="0054062C" w:rsidRPr="0054062C">
        <w:rPr>
          <w:iCs/>
          <w:caps w:val="0"/>
          <w:kern w:val="0"/>
          <w:sz w:val="24"/>
          <w:szCs w:val="24"/>
        </w:rPr>
        <w:t xml:space="preserve">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="0054062C" w:rsidRPr="0003557E">
        <w:rPr>
          <w:iCs/>
          <w:caps w:val="0"/>
          <w:kern w:val="0"/>
          <w:sz w:val="24"/>
          <w:szCs w:val="24"/>
        </w:rPr>
        <w:t>9</w:t>
      </w:r>
      <w:r>
        <w:rPr>
          <w:iCs/>
          <w:caps w:val="0"/>
          <w:kern w:val="0"/>
          <w:sz w:val="24"/>
          <w:szCs w:val="24"/>
        </w:rPr>
        <w:t>7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758CE0B9" w14:textId="77777777" w:rsidR="008C3897" w:rsidRPr="00E416F2" w:rsidRDefault="008C3897" w:rsidP="008C3897"/>
    <w:p w14:paraId="3895FD16" w14:textId="77777777" w:rsidR="00C3046E" w:rsidRDefault="00577519" w:rsidP="00C3046E">
      <w:pPr>
        <w:pStyle w:val="Text"/>
        <w:spacing w:before="120"/>
        <w:jc w:val="center"/>
        <w:rPr>
          <w:rStyle w:val="affff2"/>
          <w:sz w:val="18"/>
          <w:szCs w:val="18"/>
        </w:rPr>
      </w:pPr>
      <w:bookmarkStart w:id="1" w:name="_Toc128666460"/>
      <w:bookmarkEnd w:id="0"/>
      <w:r>
        <w:rPr>
          <w:rStyle w:val="affff2"/>
          <w:sz w:val="18"/>
          <w:szCs w:val="18"/>
        </w:rPr>
        <w:t xml:space="preserve">УВЕДОМЛЕНИЕ № </w:t>
      </w:r>
      <w:r w:rsidRPr="00577519">
        <w:rPr>
          <w:rStyle w:val="affff2"/>
          <w:sz w:val="18"/>
          <w:szCs w:val="18"/>
        </w:rPr>
        <w:t>&lt;</w:t>
      </w:r>
      <w:r>
        <w:rPr>
          <w:rStyle w:val="affff2"/>
          <w:sz w:val="18"/>
          <w:szCs w:val="18"/>
        </w:rPr>
        <w:t>номер</w:t>
      </w:r>
      <w:r w:rsidRPr="00577519">
        <w:rPr>
          <w:rStyle w:val="affff2"/>
          <w:sz w:val="18"/>
          <w:szCs w:val="18"/>
        </w:rPr>
        <w:t>&gt;</w:t>
      </w:r>
      <w:r>
        <w:rPr>
          <w:rStyle w:val="affff2"/>
          <w:sz w:val="18"/>
          <w:szCs w:val="18"/>
        </w:rPr>
        <w:t xml:space="preserve"> </w:t>
      </w:r>
      <w:r w:rsidR="00377704" w:rsidRPr="00377704">
        <w:rPr>
          <w:rStyle w:val="affff2"/>
          <w:sz w:val="18"/>
          <w:szCs w:val="18"/>
        </w:rPr>
        <w:t xml:space="preserve">О </w:t>
      </w:r>
      <w:r>
        <w:rPr>
          <w:rStyle w:val="affff2"/>
          <w:sz w:val="18"/>
          <w:szCs w:val="18"/>
        </w:rPr>
        <w:t>СПИСАНИИ И ЗАЧИСЛЕНИИ НА СЧЕТ ОБЕСПЕЧЕНИЯ</w:t>
      </w:r>
    </w:p>
    <w:p w14:paraId="6D1B13C6" w14:textId="77777777" w:rsidR="000A7421" w:rsidRPr="00B04FD1" w:rsidRDefault="000A7421" w:rsidP="000A7421">
      <w:pPr>
        <w:pStyle w:val="Text"/>
        <w:spacing w:before="120"/>
        <w:jc w:val="center"/>
        <w:rPr>
          <w:b/>
          <w:bCs/>
          <w:sz w:val="18"/>
          <w:szCs w:val="18"/>
        </w:rPr>
      </w:pPr>
      <w:r w:rsidRPr="00B04FD1">
        <w:rPr>
          <w:b/>
          <w:bCs/>
          <w:sz w:val="18"/>
          <w:szCs w:val="18"/>
        </w:rPr>
        <w:t>Дата отчета: &lt;Дата&gt;</w:t>
      </w:r>
    </w:p>
    <w:p w14:paraId="42D28A84" w14:textId="77777777" w:rsidR="00C3046E" w:rsidRPr="0003557E" w:rsidRDefault="00C3046E" w:rsidP="00C3046E">
      <w:pPr>
        <w:pStyle w:val="Text"/>
        <w:spacing w:before="120"/>
        <w:jc w:val="left"/>
        <w:rPr>
          <w:sz w:val="18"/>
          <w:szCs w:val="18"/>
        </w:rPr>
      </w:pPr>
    </w:p>
    <w:p w14:paraId="2218BFE6" w14:textId="77777777" w:rsidR="00577519" w:rsidRDefault="00577519" w:rsidP="00C3046E">
      <w:pPr>
        <w:pStyle w:val="Text"/>
        <w:rPr>
          <w:sz w:val="18"/>
          <w:szCs w:val="18"/>
        </w:rPr>
      </w:pPr>
      <w:r w:rsidRPr="0003557E">
        <w:rPr>
          <w:sz w:val="18"/>
          <w:szCs w:val="18"/>
        </w:rPr>
        <w:t>Наименование Участника клиринга:</w:t>
      </w:r>
      <w:r w:rsidRPr="00577519">
        <w:rPr>
          <w:sz w:val="18"/>
          <w:szCs w:val="18"/>
        </w:rPr>
        <w:t xml:space="preserve"> </w:t>
      </w:r>
      <w:r w:rsidRPr="002E794F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0302DD" w:rsidRPr="000302DD">
        <w:rPr>
          <w:sz w:val="18"/>
          <w:szCs w:val="18"/>
        </w:rPr>
        <w:t xml:space="preserve"> </w:t>
      </w:r>
      <w:r w:rsidR="000302DD" w:rsidRPr="0003557E">
        <w:rPr>
          <w:sz w:val="18"/>
          <w:szCs w:val="18"/>
        </w:rPr>
        <w:t>Участника клиринга</w:t>
      </w:r>
      <w:r w:rsidRPr="002E794F">
        <w:rPr>
          <w:sz w:val="18"/>
          <w:szCs w:val="18"/>
        </w:rPr>
        <w:t>&gt;</w:t>
      </w:r>
    </w:p>
    <w:p w14:paraId="2A869B25" w14:textId="77777777" w:rsidR="00C3046E" w:rsidRDefault="0083607A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03557E">
        <w:rPr>
          <w:sz w:val="18"/>
          <w:szCs w:val="18"/>
        </w:rPr>
        <w:t xml:space="preserve"> </w:t>
      </w:r>
      <w:r w:rsidR="00C3046E" w:rsidRPr="0003557E">
        <w:rPr>
          <w:sz w:val="18"/>
          <w:szCs w:val="18"/>
        </w:rPr>
        <w:t xml:space="preserve">Участника клиринга: </w:t>
      </w:r>
      <w:r w:rsidR="00577519" w:rsidRPr="002E794F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0302DD" w:rsidRPr="000302DD">
        <w:rPr>
          <w:sz w:val="18"/>
          <w:szCs w:val="18"/>
        </w:rPr>
        <w:t xml:space="preserve"> </w:t>
      </w:r>
      <w:r w:rsidR="000302DD" w:rsidRPr="0003557E">
        <w:rPr>
          <w:sz w:val="18"/>
          <w:szCs w:val="18"/>
        </w:rPr>
        <w:t>Участника клиринга</w:t>
      </w:r>
      <w:r w:rsidR="00577519" w:rsidRPr="002E794F">
        <w:rPr>
          <w:sz w:val="18"/>
          <w:szCs w:val="18"/>
        </w:rPr>
        <w:t>&gt;</w:t>
      </w:r>
    </w:p>
    <w:p w14:paraId="08FAA3F3" w14:textId="77777777" w:rsidR="00F6712D" w:rsidRPr="0003557E" w:rsidRDefault="00F6712D" w:rsidP="00C3046E">
      <w:pPr>
        <w:pStyle w:val="Text"/>
        <w:rPr>
          <w:sz w:val="18"/>
          <w:szCs w:val="18"/>
        </w:rPr>
      </w:pPr>
    </w:p>
    <w:tbl>
      <w:tblPr>
        <w:tblW w:w="10080" w:type="dxa"/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969"/>
        <w:gridCol w:w="7111"/>
      </w:tblGrid>
      <w:tr w:rsidR="00577519" w:rsidRPr="00577519" w14:paraId="0846B4CF" w14:textId="77777777" w:rsidTr="00577519">
        <w:trPr>
          <w:tblHeader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2705C06" w14:textId="77777777" w:rsidR="00577519" w:rsidRPr="00577519" w:rsidRDefault="00577519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577519">
              <w:rPr>
                <w:b/>
                <w:bCs/>
                <w:sz w:val="18"/>
                <w:szCs w:val="18"/>
              </w:rPr>
              <w:t>Поле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87153D" w14:textId="77777777" w:rsidR="00577519" w:rsidRPr="00577519" w:rsidRDefault="00577519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577519">
              <w:rPr>
                <w:b/>
                <w:bCs/>
                <w:sz w:val="18"/>
                <w:szCs w:val="18"/>
              </w:rPr>
              <w:t>Данные</w:t>
            </w:r>
          </w:p>
        </w:tc>
      </w:tr>
      <w:tr w:rsidR="00577519" w:rsidRPr="00577519" w14:paraId="55125563" w14:textId="77777777" w:rsidTr="00577519">
        <w:trPr>
          <w:trHeight w:val="221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B930F31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Референс </w:t>
            </w:r>
            <w:r w:rsidRPr="00577519">
              <w:rPr>
                <w:sz w:val="18"/>
                <w:szCs w:val="18"/>
              </w:rPr>
              <w:t>операции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BA81CC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5E91EBE5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B628E8E" w14:textId="77777777" w:rsidR="00577519" w:rsidRPr="00577519" w:rsidDel="0033763D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Связанная ссылка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F03C463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77FB7485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13998B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Вид операции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DF62BCF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5FF397EA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4B207BC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Номер счета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CDF5CB0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2451FAFA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17CCE4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Дата валютирования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6F1C1B58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31FA7625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81613F8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Валюта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0209186B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5EEC0680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09348E6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Дебет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D60A021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66E1FEEC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FC247A6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Кредит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B437B66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3E7886F0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FDA224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t>Плательщик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B4202F6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  <w:tr w:rsidR="00663956" w:rsidRPr="00577519" w14:paraId="2E1AB470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0DD6A6C" w14:textId="77777777" w:rsidR="00663956" w:rsidRPr="00577519" w:rsidRDefault="00663956" w:rsidP="0057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Банк-корреспондент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94884C8" w14:textId="77777777" w:rsidR="00663956" w:rsidRPr="00577519" w:rsidRDefault="00663956" w:rsidP="00577519">
            <w:pPr>
              <w:rPr>
                <w:sz w:val="18"/>
                <w:szCs w:val="18"/>
              </w:rPr>
            </w:pPr>
          </w:p>
        </w:tc>
      </w:tr>
      <w:tr w:rsidR="00663956" w:rsidRPr="00577519" w14:paraId="1B9BD337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518906FA" w14:textId="77777777" w:rsidR="00663956" w:rsidRPr="00577519" w:rsidRDefault="00663956" w:rsidP="0057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0DD79F1" w14:textId="77777777" w:rsidR="00663956" w:rsidRPr="00577519" w:rsidRDefault="00663956" w:rsidP="00577519">
            <w:pPr>
              <w:rPr>
                <w:sz w:val="18"/>
                <w:szCs w:val="18"/>
              </w:rPr>
            </w:pPr>
          </w:p>
        </w:tc>
      </w:tr>
      <w:tr w:rsidR="00663956" w:rsidRPr="00577519" w14:paraId="6329B56C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4402B574" w14:textId="77777777" w:rsidR="00663956" w:rsidRPr="00577519" w:rsidRDefault="00663956" w:rsidP="00577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36F80021" w14:textId="77777777" w:rsidR="00663956" w:rsidRPr="00577519" w:rsidRDefault="00663956" w:rsidP="00577519">
            <w:pPr>
              <w:rPr>
                <w:sz w:val="18"/>
                <w:szCs w:val="18"/>
              </w:rPr>
            </w:pPr>
          </w:p>
        </w:tc>
      </w:tr>
      <w:tr w:rsidR="00577519" w:rsidRPr="00577519" w14:paraId="02D62A1E" w14:textId="77777777" w:rsidTr="00577519">
        <w:trPr>
          <w:trHeight w:val="20"/>
        </w:trPr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221DC5B" w14:textId="77777777" w:rsidR="00577519" w:rsidRPr="00577519" w:rsidRDefault="00577519" w:rsidP="00577519">
            <w:pPr>
              <w:rPr>
                <w:sz w:val="18"/>
                <w:szCs w:val="18"/>
              </w:rPr>
            </w:pPr>
            <w:r w:rsidRPr="00577519">
              <w:rPr>
                <w:sz w:val="18"/>
                <w:szCs w:val="18"/>
              </w:rPr>
              <w:lastRenderedPageBreak/>
              <w:t>Назначение платежа</w:t>
            </w:r>
          </w:p>
        </w:tc>
        <w:tc>
          <w:tcPr>
            <w:tcW w:w="7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780F6D04" w14:textId="77777777" w:rsidR="00577519" w:rsidRPr="00577519" w:rsidRDefault="00577519" w:rsidP="00577519">
            <w:pPr>
              <w:rPr>
                <w:sz w:val="18"/>
                <w:szCs w:val="18"/>
              </w:rPr>
            </w:pPr>
          </w:p>
        </w:tc>
      </w:tr>
    </w:tbl>
    <w:p w14:paraId="6D1A7785" w14:textId="77777777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p w14:paraId="2B68131E" w14:textId="351FFA71" w:rsidR="003147A5" w:rsidRPr="00E416F2" w:rsidRDefault="002E794F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250F11">
        <w:rPr>
          <w:b/>
          <w:bCs/>
          <w:sz w:val="18"/>
          <w:szCs w:val="18"/>
        </w:rPr>
        <w:t xml:space="preserve"> </w:t>
      </w:r>
      <w:r w:rsidR="00626596">
        <w:t>"</w:t>
      </w:r>
      <w:r w:rsidR="00250F11">
        <w:rPr>
          <w:b/>
          <w:bCs/>
          <w:sz w:val="18"/>
          <w:szCs w:val="18"/>
        </w:rPr>
        <w:t>ЭФИР</w:t>
      </w:r>
      <w:r w:rsidR="00626596"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250F11">
        <w:rPr>
          <w:sz w:val="18"/>
          <w:szCs w:val="18"/>
        </w:rPr>
        <w:t xml:space="preserve"> </w:t>
      </w:r>
      <w:r w:rsidR="00626596">
        <w:t>"</w:t>
      </w:r>
      <w:r w:rsidR="00250F11">
        <w:rPr>
          <w:sz w:val="18"/>
          <w:szCs w:val="18"/>
        </w:rPr>
        <w:t>ЭФИР</w:t>
      </w:r>
      <w:r w:rsidR="00626596">
        <w:t>"</w:t>
      </w:r>
      <w:r w:rsidRPr="0049140D">
        <w:rPr>
          <w:sz w:val="18"/>
          <w:szCs w:val="18"/>
        </w:rPr>
        <w:t xml:space="preserve"> (АО)&gt;</w:t>
      </w:r>
      <w:bookmarkEnd w:id="2"/>
      <w:r w:rsidR="003147A5" w:rsidRPr="00E416F2">
        <w:rPr>
          <w:lang w:eastAsia="en-US"/>
        </w:rPr>
        <w:br w:type="page"/>
      </w:r>
    </w:p>
    <w:p w14:paraId="52B242BC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C36A95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docGrid w:linePitch="360"/>
        </w:sectPr>
      </w:pPr>
    </w:p>
    <w:p w14:paraId="1BB70229" w14:textId="77777777" w:rsidR="003147A5" w:rsidRPr="00E416F2" w:rsidRDefault="001B119E" w:rsidP="003147A5">
      <w:pPr>
        <w:pStyle w:val="10"/>
        <w:rPr>
          <w:iCs/>
          <w:caps w:val="0"/>
          <w:kern w:val="0"/>
          <w:sz w:val="24"/>
          <w:szCs w:val="24"/>
        </w:rPr>
      </w:pPr>
      <w:r>
        <w:rPr>
          <w:iCs/>
          <w:caps w:val="0"/>
          <w:kern w:val="0"/>
          <w:sz w:val="24"/>
          <w:szCs w:val="24"/>
        </w:rPr>
        <w:lastRenderedPageBreak/>
        <w:t>Уведомление</w:t>
      </w:r>
      <w:r w:rsidRPr="0054062C">
        <w:rPr>
          <w:iCs/>
          <w:caps w:val="0"/>
          <w:kern w:val="0"/>
          <w:sz w:val="24"/>
          <w:szCs w:val="24"/>
        </w:rPr>
        <w:t xml:space="preserve"> о </w:t>
      </w:r>
      <w:r>
        <w:rPr>
          <w:iCs/>
          <w:caps w:val="0"/>
          <w:kern w:val="0"/>
          <w:sz w:val="24"/>
          <w:szCs w:val="24"/>
        </w:rPr>
        <w:t>списании и зачислении на счет обеспечения</w:t>
      </w:r>
      <w:r w:rsidRPr="0054062C">
        <w:rPr>
          <w:iCs/>
          <w:caps w:val="0"/>
          <w:kern w:val="0"/>
          <w:sz w:val="24"/>
          <w:szCs w:val="24"/>
        </w:rPr>
        <w:t xml:space="preserve"> </w:t>
      </w:r>
      <w:r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</w:t>
      </w:r>
      <w:r>
        <w:rPr>
          <w:iCs/>
          <w:caps w:val="0"/>
          <w:kern w:val="0"/>
          <w:sz w:val="24"/>
          <w:szCs w:val="24"/>
        </w:rPr>
        <w:t>7</w:t>
      </w:r>
      <w:r w:rsidRPr="003B2F47">
        <w:rPr>
          <w:iCs/>
          <w:caps w:val="0"/>
          <w:kern w:val="0"/>
          <w:sz w:val="24"/>
          <w:szCs w:val="24"/>
        </w:rPr>
        <w:t xml:space="preserve">) </w:t>
      </w:r>
      <w:r w:rsidR="003147A5" w:rsidRPr="00E416F2">
        <w:rPr>
          <w:iCs/>
          <w:caps w:val="0"/>
          <w:kern w:val="0"/>
          <w:sz w:val="24"/>
          <w:szCs w:val="24"/>
        </w:rPr>
        <w:t>(формат отчета)</w:t>
      </w:r>
    </w:p>
    <w:bookmarkEnd w:id="1"/>
    <w:p w14:paraId="56DAACE5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1E27AA6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72C109C1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72A0373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</w:t>
      </w:r>
      <w:r w:rsidRPr="00E416F2">
        <w:rPr>
          <w:sz w:val="20"/>
        </w:rPr>
        <w:t>&lt;ГГГГММДД&gt;_</w:t>
      </w:r>
      <w:r w:rsidR="003703E4">
        <w:rPr>
          <w:sz w:val="20"/>
          <w:lang w:val="en-US"/>
        </w:rPr>
        <w:t>NFT</w:t>
      </w:r>
      <w:proofErr w:type="gramStart"/>
      <w:r w:rsidR="003703E4" w:rsidRPr="003703E4">
        <w:rPr>
          <w:sz w:val="20"/>
        </w:rPr>
        <w:t>_</w:t>
      </w:r>
      <w:r w:rsidR="003703E4" w:rsidRPr="003703E4">
        <w:t>&lt;</w:t>
      </w:r>
      <w:proofErr w:type="gramEnd"/>
      <w:r w:rsidR="003703E4" w:rsidRPr="003703E4">
        <w:rPr>
          <w:sz w:val="20"/>
        </w:rPr>
        <w:t>Код документа&gt;_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0773D809" w14:textId="77777777" w:rsidR="004F25FE" w:rsidRPr="00E416F2" w:rsidRDefault="004F25FE" w:rsidP="004F25FE">
      <w:pPr>
        <w:pStyle w:val="afff7"/>
        <w:rPr>
          <w:sz w:val="20"/>
        </w:rPr>
      </w:pPr>
    </w:p>
    <w:p w14:paraId="02337FA7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0CB4EDDB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1415A947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54062C" w:rsidRPr="0003557E">
        <w:rPr>
          <w:sz w:val="20"/>
        </w:rPr>
        <w:t>9</w:t>
      </w:r>
      <w:r w:rsidR="00577519" w:rsidRPr="0028032D">
        <w:rPr>
          <w:sz w:val="20"/>
        </w:rPr>
        <w:t>7</w:t>
      </w:r>
      <w:r>
        <w:rPr>
          <w:sz w:val="20"/>
        </w:rPr>
        <w:t>,</w:t>
      </w:r>
    </w:p>
    <w:p w14:paraId="1E0BD48A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46E56EDD" w14:textId="77777777" w:rsidR="0054062C" w:rsidRDefault="0054062C" w:rsidP="004F25FE">
      <w:pPr>
        <w:pStyle w:val="afff7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961"/>
        <w:gridCol w:w="1417"/>
        <w:gridCol w:w="1701"/>
        <w:gridCol w:w="1134"/>
        <w:gridCol w:w="852"/>
      </w:tblGrid>
      <w:tr w:rsidR="0054062C" w:rsidRPr="0054062C" w14:paraId="4C8DC790" w14:textId="77777777" w:rsidTr="0003557E">
        <w:trPr>
          <w:cantSplit/>
          <w:tblHeader/>
        </w:trPr>
        <w:tc>
          <w:tcPr>
            <w:tcW w:w="24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DAE35F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тега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5195D1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атрибута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ED58C1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2B82E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Обязат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0B545" w14:textId="77777777" w:rsidR="0054062C" w:rsidRPr="0003557E" w:rsidRDefault="0054062C" w:rsidP="00BB0E41">
            <w:pPr>
              <w:ind w:left="-65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6FBDE" w14:textId="77777777" w:rsidR="0054062C" w:rsidRPr="0003557E" w:rsidRDefault="0054062C" w:rsidP="00BB0E41">
            <w:pPr>
              <w:ind w:left="-26" w:right="-18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Размер</w:t>
            </w:r>
          </w:p>
        </w:tc>
        <w:tc>
          <w:tcPr>
            <w:tcW w:w="8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971C2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Десят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 знаки</w:t>
            </w:r>
          </w:p>
        </w:tc>
      </w:tr>
      <w:tr w:rsidR="0054062C" w:rsidRPr="0054062C" w14:paraId="5F928B67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2DBFF8" w14:textId="77777777" w:rsidR="0054062C" w:rsidRPr="0003557E" w:rsidRDefault="00250F11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EFIS</w:t>
            </w:r>
            <w:r w:rsidR="0054062C" w:rsidRPr="0003557E">
              <w:rPr>
                <w:color w:val="000000"/>
                <w:sz w:val="18"/>
                <w:szCs w:val="18"/>
              </w:rPr>
              <w:t>_DOC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A7312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8D5B9E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Корневой элемент (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root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element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>) XML документа.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00B3AE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2102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1ADF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D25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51012F99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FADDEA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201847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C500D1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133F7E" w14:textId="77777777" w:rsidR="0054062C" w:rsidRPr="0003557E" w:rsidRDefault="00997AF7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77C39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55A12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D2353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4F96B757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BD1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F4022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03F8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63E7C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FCF5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A408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8A9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FFB371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456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6BDB5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DOC_TIME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C95E6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Время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37AD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8BD2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Time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5CE9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F30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CE1612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7DEC9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E9346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DOC_NO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8CBA2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CD1B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57DA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1E75A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53B5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B41E16B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59D1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9C78A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DOC_TYPE_ID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1CDA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FD5F6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1123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472C4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398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E673175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71B55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956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CODE_ID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3BDB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Суффикс отчета (</w:t>
            </w: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RRT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):</w:t>
            </w:r>
          </w:p>
          <w:p w14:paraId="2E5414C1" w14:textId="77777777" w:rsidR="0054062C" w:rsidRPr="0003557E" w:rsidRDefault="0054062C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CU – </w:t>
            </w:r>
            <w:r w:rsidR="00B825A8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денежный и 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валютный рынок.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AD0DEC" w14:textId="77777777" w:rsidR="0054062C" w:rsidRPr="00445591" w:rsidRDefault="00445591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C007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Character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6DA8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A8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E68A8DB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E135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DF09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SENDER_ID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7317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отправителя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537A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2660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0693D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235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7DCA8C8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22C8F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84FC8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RECEIVER_ID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D9B65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получателя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3510E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5697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B0EDD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5DC9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445591" w:rsidRPr="0054062C" w14:paraId="094175FD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3DA44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196C33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REMARKS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589FFE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Текст примечания к файлу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FEA758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6B8A2" w14:textId="77777777" w:rsidR="00445591" w:rsidRPr="0003557E" w:rsidRDefault="00445591" w:rsidP="0044559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D447" w14:textId="77777777" w:rsidR="00445591" w:rsidRPr="0003557E" w:rsidRDefault="00445591" w:rsidP="0044559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1-120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D6ED4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445591" w:rsidRPr="0054062C" w14:paraId="0210293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581C84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4AB0DE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SIGNAUTHOR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702856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ФИО автора ЭЦП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C85676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EA4C" w14:textId="77777777" w:rsidR="00445591" w:rsidRPr="0003557E" w:rsidRDefault="00445591" w:rsidP="0044559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45591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E4226" w14:textId="77777777" w:rsidR="00445591" w:rsidRPr="0003557E" w:rsidRDefault="00445591" w:rsidP="0044559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C6BCC" w14:textId="77777777" w:rsidR="00445591" w:rsidRPr="0003557E" w:rsidRDefault="00445591" w:rsidP="0044559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4583A80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0A9825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/DOC_REQUISITES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BA9DF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30A61A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612855" w14:textId="77777777" w:rsidR="0054062C" w:rsidRPr="0003557E" w:rsidRDefault="00997AF7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52C81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932B8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B9F39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0C70B8C1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C936CF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CCX9</w:t>
            </w:r>
            <w:r w:rsidR="0044559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9C34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9D8494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данных отчета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F40E2F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1AE8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21D75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EFEA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333187D9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6C884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B5B0A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FIRMPURPOSE_PAYMENT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482B0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Краткое наименование организации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A866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B4D5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2B7C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2325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5C151A2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3566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B0C25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  <w:lang w:val="en-US"/>
              </w:rPr>
              <w:t>TRADE</w:t>
            </w:r>
            <w:r w:rsidRPr="0003557E">
              <w:rPr>
                <w:color w:val="000000"/>
                <w:sz w:val="18"/>
                <w:szCs w:val="18"/>
              </w:rPr>
              <w:t>_</w:t>
            </w:r>
            <w:r w:rsidRPr="0003557E">
              <w:rPr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BF54B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проведения операций, указанных в отчете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9E23D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15C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6A50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F3B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9A2AB4D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6581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2AC5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REGCODE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F2E173" w14:textId="77777777" w:rsidR="0054062C" w:rsidRPr="0003557E" w:rsidRDefault="000302DD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Клиринговый код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4062C"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Участника клиринга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BFD76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7C0C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C09EF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D5A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780E50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2B34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503B6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9C3143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Блок данных о движении ДС в разрезе </w:t>
            </w:r>
            <w:r w:rsidR="00AF09AC"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ТКР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1AB081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2248B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E6F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9CF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C525C8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DE4A4E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D55E64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2E3D0" w14:textId="77777777" w:rsidR="0054062C" w:rsidRPr="004018D6" w:rsidRDefault="00AF09A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3A9953" w14:textId="77777777" w:rsidR="0054062C" w:rsidRPr="004018D6" w:rsidRDefault="003554BE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DB3F" w14:textId="77777777" w:rsidR="0054062C" w:rsidRPr="004018D6" w:rsidRDefault="00AF09A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FCE69" w14:textId="77777777" w:rsidR="0054062C" w:rsidRPr="0003557E" w:rsidRDefault="00AF09A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79C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0E6BA4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B35D7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1646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A3F7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Данные по счету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5BEB7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CA2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D4F6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22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BB668A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83D53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982A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ACCOUNT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96DB5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9C3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B5E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5499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F0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09CF2D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DA44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166F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2916D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5DCD4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3BB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6993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FC6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1B3182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DD55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8D2D6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13FC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Данные по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2138D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4EEB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71BA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BC2F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E7A9E4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37B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87290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CODETYPE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3CF5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типа операции</w:t>
            </w:r>
            <w:r w:rsidR="00445591">
              <w:rPr>
                <w:rStyle w:val="affff1"/>
                <w:rFonts w:eastAsia="Calibri"/>
                <w:color w:val="000000"/>
                <w:sz w:val="18"/>
                <w:szCs w:val="18"/>
                <w:lang w:eastAsia="en-US"/>
              </w:rPr>
              <w:endnoteReference w:id="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B2D0B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245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432D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EF5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CADAE7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170CC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51A8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TRANSKIND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BAF7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Вид документа: </w:t>
            </w:r>
            <w:r w:rsidRPr="0003557E">
              <w:rPr>
                <w:color w:val="000000"/>
                <w:sz w:val="18"/>
                <w:szCs w:val="18"/>
              </w:rPr>
              <w:t>1 – платежное поручение; 2 – мемориальный ордер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A43D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8318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1259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CF7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C30312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0B6C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4A0B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B0986A" w14:textId="697E15C1" w:rsidR="0054062C" w:rsidRPr="00250F11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Номер документа в </w:t>
            </w:r>
            <w:r w:rsidR="00250F1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НКО ЦК </w:t>
            </w:r>
            <w:r w:rsidR="00626596" w:rsidRPr="00626596">
              <w:rPr>
                <w:rFonts w:eastAsia="Calibri"/>
                <w:color w:val="000000"/>
                <w:sz w:val="18"/>
                <w:szCs w:val="18"/>
                <w:lang w:eastAsia="en-US"/>
              </w:rPr>
              <w:t>"</w:t>
            </w:r>
            <w:r w:rsidR="00250F11">
              <w:rPr>
                <w:rFonts w:eastAsia="Calibri"/>
                <w:color w:val="000000"/>
                <w:sz w:val="18"/>
                <w:szCs w:val="18"/>
                <w:lang w:eastAsia="en-US"/>
              </w:rPr>
              <w:t>ЭФИР</w:t>
            </w:r>
            <w:r w:rsidR="00626596" w:rsidRPr="00626596">
              <w:rPr>
                <w:rFonts w:eastAsia="Calibri"/>
                <w:color w:val="000000"/>
                <w:sz w:val="18"/>
                <w:szCs w:val="18"/>
                <w:lang w:eastAsia="en-US"/>
              </w:rPr>
              <w:t>"</w:t>
            </w:r>
            <w:r w:rsidR="00250F1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(АО)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D3FD0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3D0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4171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5E0D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F5ED6C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DAD8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526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REFERENCE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9E54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Ссылка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1E630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A4AD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66D5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D0B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8B0CF9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6197C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9B7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BFE8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4675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CE56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A640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C742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54F511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17A7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82875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ACC_DOC_DATE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8DD46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1AC3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021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1785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312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FA8FA1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E75A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0EE0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7AB6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475ED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4DF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047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C5B5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10EFC7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8F03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95433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40FC8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23EB8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088D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D98C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2F3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DE4C37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F73C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62B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D345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DC0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DDE1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ED78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0D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8E436E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2B03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2E13C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B8B9D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Плательщик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BE48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FA1A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91F3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0615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AC8077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1A268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44421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81F6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C8C0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A50C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618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FF2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FA3C40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D487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4DD78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5380F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Банк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881D1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B12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90F0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2E5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8B49CA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A4D2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1D36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PAY_CORACC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B3D9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B480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A1B7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D305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B6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431D0C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E9E81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7A84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3F54D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62D4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38B4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18A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78E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E1FB19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2361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69B51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5582A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833E0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067B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CB8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A551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8C0258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ECE45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FFD7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0BC3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5DF9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33E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4ACD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6B4B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F5FCD9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6B88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6DD58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A4AC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Получатель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7C6C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2851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482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2F1B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3AE0F7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604C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5E72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5BE6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A89C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01A9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959C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67E0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3866EA9" w14:textId="77777777" w:rsidTr="0003557E">
        <w:trPr>
          <w:cantSplit/>
          <w:trHeight w:val="1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9312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3213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1A559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банк</w:t>
            </w:r>
            <w:r w:rsid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а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51A6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E060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ACA0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8B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461998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5006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2602D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COR_ACC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48647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444D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5814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D242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108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BC379D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CCD5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6EDD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3BD40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Назначение платежа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0D1C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C879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ADD4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8182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614CCE" w:rsidRPr="0054062C" w14:paraId="4DBA472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25251D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0D8973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TR_SYSTEM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5ED84C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Тип системы доставки сообщения (SWIFT, </w:t>
            </w:r>
            <w:r w:rsid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РКЦ</w:t>
            </w:r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9C9515" w14:textId="77777777" w:rsidR="00614CCE" w:rsidRPr="0003557E" w:rsidRDefault="00D52867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00652" w14:textId="77777777" w:rsidR="00614CCE" w:rsidRPr="0003557E" w:rsidRDefault="00614CCE" w:rsidP="00614CCE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614CC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F3A67" w14:textId="77777777" w:rsidR="00614CCE" w:rsidRPr="0003557E" w:rsidRDefault="00614CCE" w:rsidP="00614CCE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04740" w14:textId="77777777" w:rsidR="00614CCE" w:rsidRPr="0003557E" w:rsidRDefault="00614CCE" w:rsidP="00614CCE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D52867" w14:paraId="7DF813D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97CE2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48EDC0" w14:textId="77777777" w:rsidR="00D52867" w:rsidRPr="00614CC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GPI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D5BE22" w14:textId="77777777" w:rsidR="00D52867" w:rsidRPr="00614CC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UETR код (уникальный код транзакции)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C00F6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9258" w14:textId="77777777" w:rsidR="00D52867" w:rsidRPr="00614CCE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FD8E" w14:textId="77777777" w:rsidR="00D52867" w:rsidRPr="0003557E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0448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D52867" w14:paraId="7317651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F4A6C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76E72E" w14:textId="77777777" w:rsidR="00D52867" w:rsidRPr="00D52867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CURRENCY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8F904D" w14:textId="77777777" w:rsidR="00D52867" w:rsidRPr="00D52867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валюты ISO 4217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9FA37A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F606E" w14:textId="77777777" w:rsidR="00D52867" w:rsidRPr="00D52867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31F05" w14:textId="77777777" w:rsidR="00D52867" w:rsidRPr="00D52867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3-3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9F276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274410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8D32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8F5E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2DDC3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66AA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0819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AFC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D81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5B2FBB7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F0708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19EA7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472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F96C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531A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E15B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36B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472C74B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774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76D2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6C8DE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8CE1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00D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F0C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01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D52867" w:rsidRPr="0054062C" w14:paraId="1FF7742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86606F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2E2E88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CLRNUM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BBF7B0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Клиринговые регистры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A046F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0CF0" w14:textId="77777777" w:rsidR="00D52867" w:rsidRPr="0003557E" w:rsidRDefault="00D52867" w:rsidP="00D52867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21B58" w14:textId="77777777" w:rsidR="00D52867" w:rsidRPr="0003557E" w:rsidRDefault="00D52867" w:rsidP="00D52867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FD5BD" w14:textId="77777777" w:rsidR="00D52867" w:rsidRPr="0003557E" w:rsidRDefault="00D52867" w:rsidP="00D52867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AD0159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30A4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3257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4D1A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плательщике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03D95A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6080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75B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7E7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FA4AA5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D9EFD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D1FF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8B61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AEC4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636A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B34E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A51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6D4D4E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269D0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2C07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EE54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Счет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2FCB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0C37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D6F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FA6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12D8B9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F944F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D697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8E8E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Наименование/ адрес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0266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FF9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D8F2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ABD5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9A55E3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50FE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D16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9C4E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D70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135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F992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2DE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5CD502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1B844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INTERMEDIARY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AF33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DD7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банке-посреднике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4B348A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8FB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5237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D763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CFF1DD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9EE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A270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D1ED3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87142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F19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E40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4C6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0C335D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8114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2C95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68C57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6CA1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15BD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CB2A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73F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88964A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F4C5E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5A12F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96EC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ED18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2611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882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D6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7F1DBE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E796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 xml:space="preserve">     /INTERMEDIARY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8EA75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B7079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AB8BF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5679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3ABD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493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38830D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8E55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760A1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E3A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A82B3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4E94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5B72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16BF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3A032C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C735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6F5B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7F4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EA80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FF5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B0F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891D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000022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C913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03B4D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D7C2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CFBB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781E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03D1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537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16E5C7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5EF82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6362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C0597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358E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BA9D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5D8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C5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120715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DD9E3E" w14:textId="77777777" w:rsidR="0054062C" w:rsidRPr="0003557E" w:rsidRDefault="0054062C" w:rsidP="00BB0E41">
            <w:pPr>
              <w:spacing w:line="276" w:lineRule="auto"/>
              <w:jc w:val="right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0C6A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64FA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DDE1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5F18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3C6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E1B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22E47F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A9C27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  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964C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04EB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получателе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DB262E" w14:textId="77777777" w:rsidR="0054062C" w:rsidRPr="0003557E" w:rsidRDefault="00997AF7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4991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0D97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2D4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1B98BA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8CE7D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A6F3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DE31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2566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2CD1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22CB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A480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D081AE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2E98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AE66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A361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E76FC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92DF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6424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9E2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AF63F3D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FDA0C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0EED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AED31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E4BB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3768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7523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F5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F3BAF58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E50B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/BENEFICIARY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07A4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4139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D24C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0E2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0036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F19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B0EE9B2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C29F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/ENTRY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0DE1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04CC5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209B2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CBD5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8D02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4E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454149C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2800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/STATEMENT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B62F1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A965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A799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2090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241A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00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A3DF17A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A79F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/EXTSETTLECODE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9E00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83787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B24F4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7C73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1E7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859E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63A63A5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6580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/CCX9</w:t>
            </w:r>
            <w:r w:rsidR="00D52867">
              <w:rPr>
                <w:rFonts w:eastAsia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A399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514E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6C1E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90CD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E52B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93D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55BA99C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0D97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r w:rsidR="00250F11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EFIS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_DOC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7D76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2CE7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AEC4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8F01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F012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C70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48869565" w14:textId="77777777" w:rsidR="0054062C" w:rsidRDefault="0054062C" w:rsidP="004F25FE">
      <w:pPr>
        <w:pStyle w:val="afff7"/>
        <w:rPr>
          <w:sz w:val="20"/>
        </w:rPr>
      </w:pPr>
    </w:p>
    <w:p w14:paraId="6E1E27B8" w14:textId="77777777" w:rsidR="004F25FE" w:rsidRDefault="004F25FE">
      <w:pPr>
        <w:rPr>
          <w:sz w:val="18"/>
          <w:szCs w:val="18"/>
        </w:rPr>
      </w:pPr>
    </w:p>
    <w:sectPr w:rsidR="004F25FE" w:rsidSect="0003557E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573A1" w14:textId="77777777" w:rsidR="00F12DD7" w:rsidRDefault="00F12DD7">
      <w:r>
        <w:separator/>
      </w:r>
    </w:p>
  </w:endnote>
  <w:endnote w:type="continuationSeparator" w:id="0">
    <w:p w14:paraId="0D70FF80" w14:textId="77777777" w:rsidR="00F12DD7" w:rsidRDefault="00F12DD7">
      <w:r>
        <w:continuationSeparator/>
      </w:r>
    </w:p>
  </w:endnote>
  <w:endnote w:id="1">
    <w:p w14:paraId="0CEBF189" w14:textId="77777777" w:rsidR="00445591" w:rsidRDefault="00445591">
      <w:pPr>
        <w:pStyle w:val="affff"/>
      </w:pPr>
      <w:r>
        <w:rPr>
          <w:rStyle w:val="affff1"/>
        </w:rPr>
        <w:endnoteRef/>
      </w:r>
      <w:r>
        <w:t xml:space="preserve"> Код типа операции:</w:t>
      </w:r>
    </w:p>
    <w:tbl>
      <w:tblPr>
        <w:tblW w:w="5807" w:type="dxa"/>
        <w:tblLook w:val="04A0" w:firstRow="1" w:lastRow="0" w:firstColumn="1" w:lastColumn="0" w:noHBand="0" w:noVBand="1"/>
      </w:tblPr>
      <w:tblGrid>
        <w:gridCol w:w="1194"/>
        <w:gridCol w:w="4613"/>
      </w:tblGrid>
      <w:tr w:rsidR="00445591" w:rsidRPr="00445591" w14:paraId="6E46C831" w14:textId="77777777" w:rsidTr="00445591">
        <w:trPr>
          <w:trHeight w:val="288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C22D" w14:textId="77777777" w:rsidR="00445591" w:rsidRPr="00445591" w:rsidRDefault="00445591" w:rsidP="004455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5591">
              <w:rPr>
                <w:b/>
                <w:bCs/>
                <w:color w:val="000000"/>
                <w:sz w:val="18"/>
                <w:szCs w:val="18"/>
              </w:rPr>
              <w:t>codetype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150A" w14:textId="77777777" w:rsidR="00445591" w:rsidRPr="00445591" w:rsidRDefault="00445591" w:rsidP="004455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5591">
              <w:rPr>
                <w:b/>
                <w:bCs/>
                <w:color w:val="000000"/>
                <w:sz w:val="18"/>
                <w:szCs w:val="18"/>
              </w:rPr>
              <w:t>name</w:t>
            </w:r>
          </w:p>
        </w:tc>
      </w:tr>
      <w:tr w:rsidR="00445591" w:rsidRPr="00445591" w14:paraId="69F64FC7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FC68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FE52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возврат денежных средств </w:t>
            </w:r>
          </w:p>
        </w:tc>
      </w:tr>
      <w:tr w:rsidR="00445591" w:rsidRPr="00445591" w14:paraId="145DFDCB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63C7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A501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перевод денежных средств между </w:t>
            </w:r>
            <w:r w:rsidR="000302DD">
              <w:rPr>
                <w:color w:val="000000"/>
                <w:sz w:val="18"/>
                <w:szCs w:val="18"/>
              </w:rPr>
              <w:t>ТКР</w:t>
            </w:r>
          </w:p>
        </w:tc>
      </w:tr>
      <w:tr w:rsidR="00445591" w:rsidRPr="00445591" w14:paraId="086433C2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13D5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D056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зачисление денежных средств</w:t>
            </w:r>
          </w:p>
        </w:tc>
      </w:tr>
      <w:tr w:rsidR="00445591" w:rsidRPr="00445591" w14:paraId="05E8407B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5C04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823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C451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незавершенный перевод - возврат</w:t>
            </w:r>
          </w:p>
        </w:tc>
      </w:tr>
      <w:tr w:rsidR="00445591" w:rsidRPr="00445591" w14:paraId="42C2EB17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E551F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985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6711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зачисление невыясненной суммы</w:t>
            </w:r>
          </w:p>
        </w:tc>
      </w:tr>
      <w:tr w:rsidR="00445591" w:rsidRPr="00445591" w14:paraId="3795E122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1AB32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820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6ED7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перевод денежных средств в связи со сменой счета</w:t>
            </w:r>
          </w:p>
        </w:tc>
      </w:tr>
      <w:tr w:rsidR="00445591" w:rsidRPr="00445591" w14:paraId="5DCEA297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A395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>917*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4785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возврат денежных средств </w:t>
            </w:r>
          </w:p>
        </w:tc>
      </w:tr>
      <w:tr w:rsidR="00445591" w:rsidRPr="00445591" w14:paraId="5F8DE526" w14:textId="77777777" w:rsidTr="00445591">
        <w:trPr>
          <w:trHeight w:val="288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C90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BD4C2" w14:textId="77777777" w:rsidR="00445591" w:rsidRPr="00445591" w:rsidRDefault="00445591" w:rsidP="00445591">
            <w:pPr>
              <w:rPr>
                <w:sz w:val="18"/>
                <w:szCs w:val="18"/>
              </w:rPr>
            </w:pPr>
          </w:p>
        </w:tc>
      </w:tr>
      <w:tr w:rsidR="00445591" w:rsidRPr="00445591" w14:paraId="592567C3" w14:textId="77777777" w:rsidTr="00445591">
        <w:trPr>
          <w:trHeight w:val="288"/>
        </w:trPr>
        <w:tc>
          <w:tcPr>
            <w:tcW w:w="5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D85E" w14:textId="77777777" w:rsidR="00445591" w:rsidRPr="00445591" w:rsidRDefault="00445591" w:rsidP="00445591">
            <w:pPr>
              <w:rPr>
                <w:color w:val="000000"/>
                <w:sz w:val="18"/>
                <w:szCs w:val="18"/>
              </w:rPr>
            </w:pPr>
            <w:r w:rsidRPr="00445591">
              <w:rPr>
                <w:color w:val="000000"/>
                <w:sz w:val="18"/>
                <w:szCs w:val="18"/>
              </w:rPr>
              <w:t xml:space="preserve">* код 917 используется в случае подачи запроса по счетам 30411 </w:t>
            </w:r>
          </w:p>
        </w:tc>
      </w:tr>
    </w:tbl>
    <w:p w14:paraId="0B0A86F9" w14:textId="77777777" w:rsidR="00445591" w:rsidRDefault="00445591">
      <w:pPr>
        <w:pStyle w:val="affff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D9B6" w14:textId="77777777" w:rsidR="00F12DD7" w:rsidRDefault="00F12DD7">
      <w:r>
        <w:separator/>
      </w:r>
    </w:p>
  </w:footnote>
  <w:footnote w:type="continuationSeparator" w:id="0">
    <w:p w14:paraId="709066AB" w14:textId="77777777" w:rsidR="00F12DD7" w:rsidRDefault="00F12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851F4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C72B07">
      <w:rPr>
        <w:sz w:val="22"/>
        <w:szCs w:val="22"/>
      </w:rPr>
      <w:t>31.</w:t>
    </w:r>
    <w:r w:rsidR="00997AF7">
      <w:rPr>
        <w:sz w:val="22"/>
        <w:szCs w:val="22"/>
      </w:rPr>
      <w:t>7</w:t>
    </w:r>
    <w:r w:rsidR="00C72B07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250F11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2A2CD6F5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7A637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proofErr w:type="gramStart"/>
    <w:r w:rsidRPr="00934967">
      <w:rPr>
        <w:sz w:val="22"/>
        <w:szCs w:val="22"/>
      </w:rPr>
      <w:t xml:space="preserve">Приложение </w:t>
    </w:r>
    <w:r w:rsidR="00DC224D">
      <w:rPr>
        <w:sz w:val="22"/>
        <w:szCs w:val="22"/>
      </w:rPr>
      <w:t> </w:t>
    </w:r>
    <w:r w:rsidR="007D10EC">
      <w:rPr>
        <w:sz w:val="22"/>
        <w:szCs w:val="22"/>
      </w:rPr>
      <w:t>31.</w:t>
    </w:r>
    <w:r w:rsidR="00997AF7">
      <w:rPr>
        <w:sz w:val="22"/>
        <w:szCs w:val="22"/>
      </w:rPr>
      <w:t>7</w:t>
    </w:r>
    <w:proofErr w:type="gramEnd"/>
    <w:r w:rsidR="007D10EC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250F11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02DD"/>
    <w:rsid w:val="0003557E"/>
    <w:rsid w:val="00037143"/>
    <w:rsid w:val="00040E93"/>
    <w:rsid w:val="00044F3D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2C65"/>
    <w:rsid w:val="000840C7"/>
    <w:rsid w:val="000A0074"/>
    <w:rsid w:val="000A01B3"/>
    <w:rsid w:val="000A073A"/>
    <w:rsid w:val="000A413F"/>
    <w:rsid w:val="000A7421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22B8"/>
    <w:rsid w:val="000E6DD4"/>
    <w:rsid w:val="000F2AFE"/>
    <w:rsid w:val="00103045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119E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0F11"/>
    <w:rsid w:val="00252BC6"/>
    <w:rsid w:val="00254B28"/>
    <w:rsid w:val="0025589D"/>
    <w:rsid w:val="002566B0"/>
    <w:rsid w:val="0026237F"/>
    <w:rsid w:val="00263BB2"/>
    <w:rsid w:val="00263F8F"/>
    <w:rsid w:val="002656F2"/>
    <w:rsid w:val="0028032D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539C"/>
    <w:rsid w:val="002D60CE"/>
    <w:rsid w:val="002D6138"/>
    <w:rsid w:val="002D72B1"/>
    <w:rsid w:val="002E26E8"/>
    <w:rsid w:val="002E3172"/>
    <w:rsid w:val="002E622E"/>
    <w:rsid w:val="002E6651"/>
    <w:rsid w:val="002E771C"/>
    <w:rsid w:val="002E794F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40B1"/>
    <w:rsid w:val="003554BE"/>
    <w:rsid w:val="0035626E"/>
    <w:rsid w:val="0036416A"/>
    <w:rsid w:val="003667BA"/>
    <w:rsid w:val="003703E4"/>
    <w:rsid w:val="00370D54"/>
    <w:rsid w:val="0037426C"/>
    <w:rsid w:val="00377704"/>
    <w:rsid w:val="00380B39"/>
    <w:rsid w:val="003824A8"/>
    <w:rsid w:val="00383398"/>
    <w:rsid w:val="00384068"/>
    <w:rsid w:val="00385989"/>
    <w:rsid w:val="003859FA"/>
    <w:rsid w:val="0039012F"/>
    <w:rsid w:val="00390268"/>
    <w:rsid w:val="00391AB0"/>
    <w:rsid w:val="003936D7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18D6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374DC"/>
    <w:rsid w:val="00440EB2"/>
    <w:rsid w:val="0044210D"/>
    <w:rsid w:val="004433A2"/>
    <w:rsid w:val="00445591"/>
    <w:rsid w:val="004465AD"/>
    <w:rsid w:val="004553C8"/>
    <w:rsid w:val="00455767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0B71"/>
    <w:rsid w:val="005202FB"/>
    <w:rsid w:val="00520D6C"/>
    <w:rsid w:val="00523B7D"/>
    <w:rsid w:val="00525DC1"/>
    <w:rsid w:val="00536C72"/>
    <w:rsid w:val="00537300"/>
    <w:rsid w:val="0054062C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519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26A1"/>
    <w:rsid w:val="00604907"/>
    <w:rsid w:val="006058E6"/>
    <w:rsid w:val="00605C15"/>
    <w:rsid w:val="00607F1E"/>
    <w:rsid w:val="00611F1D"/>
    <w:rsid w:val="00614B24"/>
    <w:rsid w:val="00614CCE"/>
    <w:rsid w:val="006243C4"/>
    <w:rsid w:val="00626596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3956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86F4B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B0F"/>
    <w:rsid w:val="006B5F25"/>
    <w:rsid w:val="006C0F48"/>
    <w:rsid w:val="006C4064"/>
    <w:rsid w:val="006C4866"/>
    <w:rsid w:val="006C6205"/>
    <w:rsid w:val="006D0D5E"/>
    <w:rsid w:val="006D3259"/>
    <w:rsid w:val="006D3749"/>
    <w:rsid w:val="006D486A"/>
    <w:rsid w:val="006D65F0"/>
    <w:rsid w:val="006E38DF"/>
    <w:rsid w:val="006F20D5"/>
    <w:rsid w:val="006F5455"/>
    <w:rsid w:val="006F7417"/>
    <w:rsid w:val="00700241"/>
    <w:rsid w:val="0070187D"/>
    <w:rsid w:val="00710F23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10EC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3607A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0956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97AF7"/>
    <w:rsid w:val="009A1450"/>
    <w:rsid w:val="009A192D"/>
    <w:rsid w:val="009A63A3"/>
    <w:rsid w:val="009A66CB"/>
    <w:rsid w:val="009A696C"/>
    <w:rsid w:val="009A69A1"/>
    <w:rsid w:val="009A7446"/>
    <w:rsid w:val="009B057E"/>
    <w:rsid w:val="009B1AA0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061"/>
    <w:rsid w:val="00A501AD"/>
    <w:rsid w:val="00A56E69"/>
    <w:rsid w:val="00A5790C"/>
    <w:rsid w:val="00A60D3F"/>
    <w:rsid w:val="00A62763"/>
    <w:rsid w:val="00A63982"/>
    <w:rsid w:val="00A65FD2"/>
    <w:rsid w:val="00A662E1"/>
    <w:rsid w:val="00A70F7E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09AC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5A8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48F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28AF"/>
    <w:rsid w:val="00C1403F"/>
    <w:rsid w:val="00C154A1"/>
    <w:rsid w:val="00C16B41"/>
    <w:rsid w:val="00C21140"/>
    <w:rsid w:val="00C212F3"/>
    <w:rsid w:val="00C3046E"/>
    <w:rsid w:val="00C31258"/>
    <w:rsid w:val="00C36255"/>
    <w:rsid w:val="00C36A9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2B07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07C61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2867"/>
    <w:rsid w:val="00D54121"/>
    <w:rsid w:val="00D6039A"/>
    <w:rsid w:val="00D6188C"/>
    <w:rsid w:val="00D67BFA"/>
    <w:rsid w:val="00D74E38"/>
    <w:rsid w:val="00D76D0F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5996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0A2B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B5B4E"/>
    <w:rsid w:val="00EC0BA0"/>
    <w:rsid w:val="00EC2D15"/>
    <w:rsid w:val="00ED103E"/>
    <w:rsid w:val="00ED348B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2DD7"/>
    <w:rsid w:val="00F13C7C"/>
    <w:rsid w:val="00F146AC"/>
    <w:rsid w:val="00F1477F"/>
    <w:rsid w:val="00F15796"/>
    <w:rsid w:val="00F278B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6712D"/>
    <w:rsid w:val="00F77DFB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41B"/>
    <w:rsid w:val="00FC788F"/>
    <w:rsid w:val="00FD24CD"/>
    <w:rsid w:val="00FD47AE"/>
    <w:rsid w:val="00FD755F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F27925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6</TotalTime>
  <Pages>5</Pages>
  <Words>592</Words>
  <Characters>3985</Characters>
  <Application>Microsoft Office Word</Application>
  <DocSecurity>0</DocSecurity>
  <Lines>173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2025-12-11T14:14:00Z</dcterms:created>
  <dcterms:modified xsi:type="dcterms:W3CDTF">2025-12-12T13:33:00Z</dcterms:modified>
</cp:coreProperties>
</file>